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9C7FE6" w:rsidRDefault="009C7FE6" w:rsidP="00180566">
      <w:pPr>
        <w:pStyle w:val="01BAFUKapiteltitelnummeriert"/>
        <w:numPr>
          <w:ilvl w:val="0"/>
          <w:numId w:val="0"/>
        </w:numPr>
        <w:rPr>
          <w:lang w:val="it-CH"/>
        </w:rPr>
      </w:pPr>
      <w:r w:rsidRPr="009C7FE6">
        <w:rPr>
          <w:color w:val="B6BDBB"/>
          <w:lang w:val="it-CH"/>
        </w:rPr>
        <w:t>A</w:t>
      </w:r>
      <w:r w:rsidR="008C46BB" w:rsidRPr="009C7FE6">
        <w:rPr>
          <w:color w:val="B6BDBB"/>
          <w:lang w:val="it-CH"/>
        </w:rPr>
        <w:t>llegato 2</w:t>
      </w:r>
      <w:r w:rsidRPr="009C7FE6">
        <w:rPr>
          <w:color w:val="B6BDBB"/>
          <w:lang w:val="it-CH"/>
        </w:rPr>
        <w:t xml:space="preserve"> </w:t>
      </w:r>
      <w:r w:rsidRPr="009C7FE6">
        <w:rPr>
          <w:lang w:val="it-CH"/>
        </w:rPr>
        <w:t>Elenco dei collaboratori secondo l’OPLM</w:t>
      </w:r>
      <w:r w:rsidRPr="009C7FE6">
        <w:rPr>
          <w:vertAlign w:val="superscript"/>
          <w:lang w:val="it-CH"/>
        </w:rPr>
        <w:footnoteReference w:id="1"/>
      </w:r>
    </w:p>
    <w:p w:rsidR="00546E75" w:rsidRPr="009C7FE6" w:rsidRDefault="009C7FE6" w:rsidP="008859F6">
      <w:pPr>
        <w:pStyle w:val="05BAFUGrundschrift"/>
        <w:rPr>
          <w:rFonts w:ascii="Times New Roman" w:hAnsi="Times New Roman" w:cs="Times New Roman"/>
          <w:i/>
          <w:lang w:val="it-CH"/>
        </w:rPr>
      </w:pPr>
      <w:r w:rsidRPr="009C7FE6">
        <w:rPr>
          <w:rFonts w:ascii="Times New Roman" w:hAnsi="Times New Roman" w:cs="Times New Roman"/>
          <w:i/>
          <w:lang w:val="it-CH"/>
        </w:rPr>
        <w:t xml:space="preserve">Il datore di lavoro decide </w:t>
      </w:r>
      <w:smartTag w:uri="urn:schemas-microsoft-com:office:smarttags" w:element="PersonName">
        <w:smartTagPr>
          <w:attr w:name="ProductID" w:val="LA FORMA E LA"/>
        </w:smartTagPr>
        <w:r w:rsidRPr="009C7FE6">
          <w:rPr>
            <w:rFonts w:ascii="Times New Roman" w:hAnsi="Times New Roman" w:cs="Times New Roman"/>
            <w:i/>
            <w:lang w:val="it-CH"/>
          </w:rPr>
          <w:t>la forma e la</w:t>
        </w:r>
      </w:smartTag>
      <w:r w:rsidRPr="009C7FE6">
        <w:rPr>
          <w:rFonts w:ascii="Times New Roman" w:hAnsi="Times New Roman" w:cs="Times New Roman"/>
          <w:i/>
          <w:lang w:val="it-CH"/>
        </w:rPr>
        <w:t xml:space="preserve"> struttura dell’elenco. Se l’azienda dispone già di un elenco di questo tipo, lo si può completare con le indicazioni richieste di seguito.</w:t>
      </w:r>
    </w:p>
    <w:p w:rsidR="008859F6" w:rsidRPr="009C7FE6" w:rsidRDefault="009C7FE6" w:rsidP="008859F6">
      <w:pPr>
        <w:pStyle w:val="05BAFUGrundschrift"/>
        <w:rPr>
          <w:lang w:val="it-CH"/>
        </w:rPr>
      </w:pPr>
      <w:r w:rsidRPr="009C7FE6">
        <w:rPr>
          <w:lang w:val="it-CH"/>
        </w:rPr>
        <w:t xml:space="preserve">La tabella deve contenere i nominativi dei collaboratori dell’azienda </w:t>
      </w:r>
      <w:bookmarkStart w:id="0" w:name="_GoBack"/>
      <w:r w:rsidRPr="00B6144A">
        <w:rPr>
          <w:color w:val="FF0000"/>
          <w:lang w:val="it-CH"/>
        </w:rPr>
        <w:t>(Nome dell’azienda)</w:t>
      </w:r>
      <w:bookmarkEnd w:id="0"/>
      <w:r w:rsidRPr="009C7FE6">
        <w:rPr>
          <w:i/>
          <w:lang w:val="it-CH"/>
        </w:rPr>
        <w:t xml:space="preserve"> </w:t>
      </w:r>
      <w:r w:rsidRPr="009C7FE6">
        <w:rPr>
          <w:lang w:val="it-CH"/>
        </w:rPr>
        <w:t>che lavorano con microrganismi del gruppo 2 e le indicazioni utili per la loro sorveglianza sanitaria:</w:t>
      </w:r>
    </w:p>
    <w:tbl>
      <w:tblPr>
        <w:tblStyle w:val="Gitternetztabelle2"/>
        <w:tblW w:w="1488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39"/>
        <w:gridCol w:w="1247"/>
        <w:gridCol w:w="1276"/>
        <w:gridCol w:w="2409"/>
        <w:gridCol w:w="2552"/>
        <w:gridCol w:w="1653"/>
        <w:gridCol w:w="1654"/>
        <w:gridCol w:w="1654"/>
      </w:tblGrid>
      <w:tr w:rsidR="00D36875" w:rsidRPr="00D36875" w:rsidTr="009C7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auto"/>
              <w:bottom w:val="nil"/>
            </w:tcBorders>
            <w:tcMar>
              <w:left w:w="0" w:type="dxa"/>
            </w:tcMar>
          </w:tcPr>
          <w:p w:rsidR="00D36875" w:rsidRPr="00D36875" w:rsidRDefault="009C7FE6" w:rsidP="00D3687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Nome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bottom w:val="nil"/>
            </w:tcBorders>
          </w:tcPr>
          <w:p w:rsidR="00D36875" w:rsidRPr="00D36875" w:rsidRDefault="009C7FE6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Entrata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D36875" w:rsidRPr="00D36875" w:rsidRDefault="009C7FE6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Uscita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bottom w:val="nil"/>
            </w:tcBorders>
          </w:tcPr>
          <w:p w:rsidR="00D36875" w:rsidRPr="00D36875" w:rsidRDefault="009C7FE6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Organismi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:rsidR="00D36875" w:rsidRPr="00D36875" w:rsidRDefault="009C7FE6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Tipo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 xml:space="preserve"> di </w:t>
            </w: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attività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bottom w:val="nil"/>
            </w:tcBorders>
          </w:tcPr>
          <w:p w:rsidR="009C7FE6" w:rsidRPr="009C7FE6" w:rsidRDefault="009C7FE6" w:rsidP="009C7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it-CH"/>
              </w:rPr>
            </w:pPr>
            <w:r w:rsidRPr="009C7FE6">
              <w:rPr>
                <w:rFonts w:ascii="Arial" w:hAnsi="Arial" w:cs="Arial"/>
                <w:sz w:val="16"/>
                <w:szCs w:val="16"/>
                <w:lang w:val="it-CH"/>
              </w:rPr>
              <w:t>Sono necessarie misure di medicina del lavoro (ad es. vaccinazioni)?</w:t>
            </w:r>
          </w:p>
          <w:p w:rsidR="00D36875" w:rsidRPr="00D36875" w:rsidRDefault="009C7FE6" w:rsidP="009C7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Sì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/</w:t>
            </w: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No</w:t>
            </w:r>
            <w:proofErr w:type="spellEnd"/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9C7FE6" w:rsidRPr="009C7FE6" w:rsidRDefault="009C7FE6" w:rsidP="009C7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</w:rPr>
              <w:t>Esiste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</w:rPr>
              <w:t xml:space="preserve"> un </w:t>
            </w:r>
            <w:proofErr w:type="spellStart"/>
            <w:r w:rsidRPr="009C7FE6">
              <w:rPr>
                <w:rFonts w:ascii="Arial" w:hAnsi="Arial" w:cs="Arial"/>
                <w:sz w:val="16"/>
                <w:szCs w:val="16"/>
              </w:rPr>
              <w:t>fascicolo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C7FE6">
              <w:rPr>
                <w:rFonts w:ascii="Arial" w:hAnsi="Arial" w:cs="Arial"/>
                <w:sz w:val="16"/>
                <w:szCs w:val="16"/>
              </w:rPr>
              <w:t>sanitario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</w:rPr>
              <w:t>?</w:t>
            </w:r>
          </w:p>
          <w:p w:rsidR="00D36875" w:rsidRPr="00B6144A" w:rsidRDefault="009C7FE6" w:rsidP="009C7F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it-CH"/>
              </w:rPr>
            </w:pPr>
            <w:r w:rsidRPr="00B6144A">
              <w:rPr>
                <w:rFonts w:ascii="Arial" w:hAnsi="Arial" w:cs="Arial"/>
                <w:sz w:val="16"/>
                <w:szCs w:val="16"/>
                <w:lang w:val="it-CH"/>
              </w:rPr>
              <w:t>Sì/No</w:t>
            </w:r>
          </w:p>
        </w:tc>
        <w:tc>
          <w:tcPr>
            <w:tcW w:w="1654" w:type="dxa"/>
            <w:tcBorders>
              <w:top w:val="single" w:sz="4" w:space="0" w:color="auto"/>
              <w:bottom w:val="nil"/>
            </w:tcBorders>
          </w:tcPr>
          <w:p w:rsidR="00D36875" w:rsidRPr="00D36875" w:rsidRDefault="009C7FE6" w:rsidP="00D368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lang w:val="de-CH"/>
              </w:rPr>
            </w:pP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Medico</w:t>
            </w:r>
            <w:proofErr w:type="spellEnd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9C7FE6">
              <w:rPr>
                <w:rFonts w:ascii="Arial" w:hAnsi="Arial" w:cs="Arial"/>
                <w:sz w:val="16"/>
                <w:szCs w:val="16"/>
                <w:lang w:val="de-CH"/>
              </w:rPr>
              <w:t>responsabile</w:t>
            </w:r>
            <w:proofErr w:type="spellEnd"/>
          </w:p>
        </w:tc>
      </w:tr>
      <w:tr w:rsidR="00D36875" w:rsidRPr="00D36875" w:rsidTr="00314D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D36875" w:rsidP="00E43A48">
            <w:pPr>
              <w:pStyle w:val="07BAFUTabellelinks"/>
              <w:rPr>
                <w:lang w:val="de-CH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D36875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D36875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D36875" w:rsidP="00E43A48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:rsidR="00D36875" w:rsidRPr="00D36875" w:rsidRDefault="00D36875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:rsidR="00D36875" w:rsidRPr="00D36875" w:rsidRDefault="009C7FE6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9C7FE6">
              <w:rPr>
                <w:lang w:val="de-CH"/>
              </w:rPr>
              <w:t>Sì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D36875" w:rsidRDefault="009C7FE6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9C7FE6">
              <w:rPr>
                <w:lang w:val="de-CH"/>
              </w:rPr>
              <w:t>Sì</w:t>
            </w:r>
            <w:proofErr w:type="spellEnd"/>
            <w:r w:rsidRPr="009C7FE6">
              <w:rPr>
                <w:lang w:val="de-CH"/>
              </w:rPr>
              <w:t xml:space="preserve"> </w:t>
            </w:r>
            <w:r w:rsidRPr="009C7FE6">
              <w:rPr>
                <w:b/>
                <w:lang w:val="de-CH"/>
              </w:rPr>
              <w:t>(</w:t>
            </w:r>
            <w:proofErr w:type="spellStart"/>
            <w:r w:rsidRPr="009C7FE6">
              <w:rPr>
                <w:b/>
                <w:lang w:val="de-CH"/>
              </w:rPr>
              <w:t>imperativo</w:t>
            </w:r>
            <w:proofErr w:type="spellEnd"/>
            <w:r w:rsidRPr="009C7FE6">
              <w:rPr>
                <w:b/>
                <w:lang w:val="de-CH"/>
              </w:rPr>
              <w:t>)</w:t>
            </w:r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</w:tcPr>
          <w:p w:rsidR="00D36875" w:rsidRPr="00D36875" w:rsidRDefault="00D36875" w:rsidP="00E43A48">
            <w:pPr>
              <w:pStyle w:val="07BAFUTabellezentrier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CH"/>
              </w:rPr>
            </w:pPr>
          </w:p>
        </w:tc>
      </w:tr>
      <w:tr w:rsidR="00314DFB" w:rsidRPr="00D36875" w:rsidTr="00314DFB">
        <w:trPr>
          <w:trHeight w:hRule="exact"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9" w:type="dxa"/>
            <w:tcBorders>
              <w:top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314DFB">
            <w:pPr>
              <w:pStyle w:val="07BAFUTabellelinks"/>
              <w:rPr>
                <w:lang w:val="de-CH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314DFB">
            <w:pPr>
              <w:pStyle w:val="07BAFUTabellelink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314DFB" w:rsidRPr="00D36875" w:rsidRDefault="00314DFB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  <w:tc>
          <w:tcPr>
            <w:tcW w:w="1653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  <w:vAlign w:val="center"/>
          </w:tcPr>
          <w:p w:rsidR="00314DFB" w:rsidRPr="00D36875" w:rsidRDefault="009C7FE6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9C7FE6">
              <w:rPr>
                <w:lang w:val="de-CH"/>
              </w:rPr>
              <w:t>No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D36875" w:rsidRDefault="009C7FE6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  <w:proofErr w:type="spellStart"/>
            <w:r w:rsidRPr="009C7FE6">
              <w:rPr>
                <w:lang w:val="de-CH"/>
              </w:rPr>
              <w:t>No</w:t>
            </w:r>
            <w:proofErr w:type="spellEnd"/>
          </w:p>
        </w:tc>
        <w:tc>
          <w:tcPr>
            <w:tcW w:w="1654" w:type="dxa"/>
            <w:tcBorders>
              <w:top w:val="nil"/>
              <w:left w:val="single" w:sz="4" w:space="0" w:color="FFFFFF" w:themeColor="background1"/>
              <w:bottom w:val="nil"/>
            </w:tcBorders>
            <w:shd w:val="clear" w:color="auto" w:fill="F2F2F2" w:themeFill="background1" w:themeFillShade="F2"/>
          </w:tcPr>
          <w:p w:rsidR="00314DFB" w:rsidRPr="00D36875" w:rsidRDefault="00314DFB" w:rsidP="00314DFB">
            <w:pPr>
              <w:pStyle w:val="07BAFUTabellezentrier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CH"/>
              </w:rPr>
            </w:pPr>
          </w:p>
        </w:tc>
      </w:tr>
    </w:tbl>
    <w:p w:rsidR="008263A1" w:rsidRDefault="008263A1" w:rsidP="005D54DA">
      <w:pPr>
        <w:pStyle w:val="05BAFUGrundschrift"/>
      </w:pPr>
    </w:p>
    <w:p w:rsidR="008859F6" w:rsidRPr="009C7FE6" w:rsidRDefault="009C7FE6" w:rsidP="004F6BA5">
      <w:pPr>
        <w:pStyle w:val="05BAFUGrundschrift"/>
        <w:spacing w:after="0"/>
        <w:rPr>
          <w:lang w:val="it-CH"/>
        </w:rPr>
      </w:pPr>
      <w:r w:rsidRPr="009C7FE6">
        <w:rPr>
          <w:lang w:val="it-CH"/>
        </w:rPr>
        <w:t>Se del caso, oltre ai nominativi dei collaboratori in questione vanno indicati anche (art. 13 OPLM):</w:t>
      </w:r>
    </w:p>
    <w:p w:rsidR="008859F6" w:rsidRPr="009C7FE6" w:rsidRDefault="009C7FE6" w:rsidP="008859F6">
      <w:pPr>
        <w:pStyle w:val="05BAFUGrundschriftAufzhlung"/>
        <w:rPr>
          <w:lang w:val="it-CH"/>
        </w:rPr>
      </w:pPr>
      <w:r w:rsidRPr="009C7FE6">
        <w:rPr>
          <w:lang w:val="it-CH"/>
        </w:rPr>
        <w:t>tutti i lavoratori che sono o sono stati esposti a microrganismi dei gruppi 3 o 4</w:t>
      </w:r>
    </w:p>
    <w:p w:rsidR="008859F6" w:rsidRPr="009C7FE6" w:rsidRDefault="009C7FE6" w:rsidP="008859F6">
      <w:pPr>
        <w:pStyle w:val="05BAFUGrundschriftAufzhlung"/>
        <w:rPr>
          <w:lang w:val="it-CH"/>
        </w:rPr>
      </w:pPr>
      <w:r w:rsidRPr="009C7FE6">
        <w:rPr>
          <w:lang w:val="it-CH"/>
        </w:rPr>
        <w:t>infortuni o incidenti con microrganismi (vedi fascicolo sanitario e modulo di notifica per incidenti di laboratorio).</w:t>
      </w:r>
    </w:p>
    <w:p w:rsidR="000E520E" w:rsidRDefault="000E520E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8152A5" w:rsidRDefault="008152A5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8152A5" w:rsidRPr="009C7FE6" w:rsidRDefault="008152A5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A10786" w:rsidTr="00A10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A10786" w:rsidRDefault="009C7FE6">
            <w:pPr>
              <w:pStyle w:val="07BAFUTabellelinks"/>
            </w:pPr>
            <w:proofErr w:type="spellStart"/>
            <w:r w:rsidRPr="009C7FE6">
              <w:rPr>
                <w:lang w:val="de-CH"/>
              </w:rPr>
              <w:t>Redatto</w:t>
            </w:r>
            <w:proofErr w:type="spellEnd"/>
            <w:r w:rsidRPr="009C7FE6">
              <w:rPr>
                <w:lang w:val="de-CH"/>
              </w:rPr>
              <w:t xml:space="preserve"> /</w:t>
            </w:r>
            <w:r>
              <w:rPr>
                <w:lang w:val="de-CH"/>
              </w:rPr>
              <w:t xml:space="preserve"> </w:t>
            </w:r>
            <w:proofErr w:type="spellStart"/>
            <w:r w:rsidRPr="009C7FE6">
              <w:rPr>
                <w:lang w:val="de-CH"/>
              </w:rPr>
              <w:t>approvato</w:t>
            </w:r>
            <w:proofErr w:type="spellEnd"/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A10786" w:rsidRDefault="00A10786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786" w:rsidTr="00A107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A10786" w:rsidRDefault="009C7FE6">
            <w:pPr>
              <w:pStyle w:val="07BAFUTabellelinks"/>
            </w:pPr>
            <w:r>
              <w:t>Data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A10786" w:rsidRDefault="00A10786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B973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021" w:right="1160" w:bottom="567" w:left="794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36" w:rsidRDefault="004D5B36" w:rsidP="00DE38F1">
      <w:pPr>
        <w:spacing w:after="0" w:line="240" w:lineRule="auto"/>
      </w:pPr>
      <w:r>
        <w:separator/>
      </w:r>
    </w:p>
  </w:endnote>
  <w:endnote w:type="continuationSeparator" w:id="0">
    <w:p w:rsidR="004D5B36" w:rsidRDefault="004D5B36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22" w:rsidRDefault="001076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22" w:rsidRDefault="0010762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22" w:rsidRDefault="001076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36" w:rsidRDefault="004D5B36" w:rsidP="00DE38F1">
      <w:pPr>
        <w:spacing w:after="0" w:line="240" w:lineRule="auto"/>
      </w:pPr>
    </w:p>
  </w:footnote>
  <w:footnote w:type="continuationSeparator" w:id="0">
    <w:p w:rsidR="004D5B36" w:rsidRDefault="004D5B36" w:rsidP="00DE38F1">
      <w:pPr>
        <w:spacing w:after="0" w:line="240" w:lineRule="auto"/>
      </w:pPr>
      <w:r>
        <w:continuationSeparator/>
      </w:r>
    </w:p>
  </w:footnote>
  <w:footnote w:id="1">
    <w:p w:rsidR="009C7FE6" w:rsidRPr="00B6144A" w:rsidRDefault="009C7FE6" w:rsidP="009C7FE6">
      <w:pPr>
        <w:pStyle w:val="05BAFUFussnote"/>
        <w:rPr>
          <w:lang w:val="it-CH"/>
        </w:rPr>
      </w:pPr>
      <w:r w:rsidRPr="009C7FE6">
        <w:rPr>
          <w:rStyle w:val="Funotenzeichen"/>
          <w:vertAlign w:val="baseline"/>
        </w:rPr>
        <w:footnoteRef/>
      </w:r>
      <w:r w:rsidRPr="00B6144A">
        <w:rPr>
          <w:lang w:val="it-CH"/>
        </w:rPr>
        <w:t xml:space="preserve"> Ordinanza del 25 agosto 1999 sulla protezione dei lavoratori dal pericolo derivante da microrganismi, OPLM, RS 832.321.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22" w:rsidRDefault="001076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8C46BB" w:rsidRDefault="00107622" w:rsidP="008C46BB">
    <w:pPr>
      <w:pStyle w:val="99BAFUKopfzeile"/>
      <w:tabs>
        <w:tab w:val="clear" w:pos="9866"/>
        <w:tab w:val="right" w:pos="14884"/>
      </w:tabs>
      <w:rPr>
        <w:color w:val="auto"/>
        <w:lang w:val="it-CH"/>
      </w:rPr>
    </w:pPr>
    <w:r>
      <w:rPr>
        <w:color w:val="auto"/>
        <w:lang w:val="it-CH"/>
      </w:rPr>
      <w:t>A</w:t>
    </w:r>
    <w:r w:rsidRPr="008C46BB">
      <w:rPr>
        <w:color w:val="auto"/>
        <w:lang w:val="it-CH"/>
      </w:rPr>
      <w:t>llegato 2</w:t>
    </w:r>
    <w:r>
      <w:rPr>
        <w:color w:val="auto"/>
        <w:lang w:val="it-CH"/>
      </w:rPr>
      <w:t xml:space="preserve">. </w:t>
    </w:r>
    <w:r w:rsidR="008C46BB" w:rsidRPr="008C46BB">
      <w:rPr>
        <w:color w:val="auto"/>
        <w:lang w:val="it-CH"/>
      </w:rPr>
      <w:t>Piano di sicurezza aziend</w:t>
    </w:r>
    <w:r>
      <w:rPr>
        <w:color w:val="auto"/>
        <w:lang w:val="it-CH"/>
      </w:rPr>
      <w:t>ale per laboratori di livello 2</w:t>
    </w:r>
    <w:r w:rsidR="008263A1" w:rsidRPr="008C46BB">
      <w:rPr>
        <w:rStyle w:val="99Kopfzeilegrau"/>
        <w:color w:val="auto"/>
        <w:lang w:val="it-CH"/>
      </w:rPr>
      <w:t xml:space="preserve"> </w:t>
    </w:r>
    <w:r w:rsidR="008263A1" w:rsidRPr="008C46BB">
      <w:rPr>
        <w:rStyle w:val="99Kopfzeilegrau"/>
        <w:lang w:val="it-CH"/>
      </w:rPr>
      <w:t xml:space="preserve">© </w:t>
    </w:r>
    <w:r w:rsidR="008C46BB" w:rsidRPr="008C46BB">
      <w:rPr>
        <w:rStyle w:val="99Kopfzeilegrau"/>
        <w:lang w:val="it-CH"/>
      </w:rPr>
      <w:t>UFAM 2019</w:t>
    </w:r>
    <w:r w:rsidR="008263A1" w:rsidRPr="008C46BB">
      <w:rPr>
        <w:color w:val="auto"/>
        <w:lang w:val="it-CH"/>
      </w:rPr>
      <w:tab/>
    </w:r>
    <w:r w:rsidR="008263A1" w:rsidRPr="008C46BB">
      <w:rPr>
        <w:color w:val="auto"/>
      </w:rPr>
      <w:fldChar w:fldCharType="begin"/>
    </w:r>
    <w:r w:rsidR="008263A1" w:rsidRPr="008C46BB">
      <w:rPr>
        <w:color w:val="auto"/>
        <w:lang w:val="it-CH"/>
      </w:rPr>
      <w:instrText>PAGE   \* MERGEFORMAT</w:instrText>
    </w:r>
    <w:r w:rsidR="008263A1" w:rsidRPr="008C46BB">
      <w:rPr>
        <w:color w:val="auto"/>
      </w:rPr>
      <w:fldChar w:fldCharType="separate"/>
    </w:r>
    <w:r w:rsidR="00B6144A">
      <w:rPr>
        <w:color w:val="auto"/>
        <w:lang w:val="it-CH"/>
      </w:rPr>
      <w:t>1</w:t>
    </w:r>
    <w:r w:rsidR="008263A1" w:rsidRPr="008C46BB">
      <w:rPr>
        <w:color w:val="auto"/>
      </w:rPr>
      <w:fldChar w:fldCharType="end"/>
    </w:r>
  </w:p>
  <w:p w:rsidR="008263A1" w:rsidRPr="008C46BB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8C46BB" w:rsidRDefault="008263A1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622" w:rsidRDefault="001076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4994"/>
    <w:rsid w:val="000904E5"/>
    <w:rsid w:val="000C7E51"/>
    <w:rsid w:val="000D6AEE"/>
    <w:rsid w:val="000E452C"/>
    <w:rsid w:val="000E45B2"/>
    <w:rsid w:val="000E520E"/>
    <w:rsid w:val="0010762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3E74"/>
    <w:rsid w:val="0030499A"/>
    <w:rsid w:val="00312C36"/>
    <w:rsid w:val="00314DFB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597F"/>
    <w:rsid w:val="003B6705"/>
    <w:rsid w:val="00423368"/>
    <w:rsid w:val="00456CCB"/>
    <w:rsid w:val="00463452"/>
    <w:rsid w:val="00465964"/>
    <w:rsid w:val="00490C6C"/>
    <w:rsid w:val="004B4476"/>
    <w:rsid w:val="004B7112"/>
    <w:rsid w:val="004C236A"/>
    <w:rsid w:val="004C4B1D"/>
    <w:rsid w:val="004D5B36"/>
    <w:rsid w:val="004E03D2"/>
    <w:rsid w:val="004E7EAC"/>
    <w:rsid w:val="004F374B"/>
    <w:rsid w:val="004F44ED"/>
    <w:rsid w:val="004F6BA5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4E5D"/>
    <w:rsid w:val="006555AB"/>
    <w:rsid w:val="00656D20"/>
    <w:rsid w:val="00656E64"/>
    <w:rsid w:val="00662AEE"/>
    <w:rsid w:val="00673184"/>
    <w:rsid w:val="00675961"/>
    <w:rsid w:val="0068153F"/>
    <w:rsid w:val="006822CA"/>
    <w:rsid w:val="006A2B0C"/>
    <w:rsid w:val="006B4642"/>
    <w:rsid w:val="006E2C99"/>
    <w:rsid w:val="006E453A"/>
    <w:rsid w:val="006E7C6F"/>
    <w:rsid w:val="006F27DB"/>
    <w:rsid w:val="00702B4D"/>
    <w:rsid w:val="00704BD5"/>
    <w:rsid w:val="00706C67"/>
    <w:rsid w:val="0071445F"/>
    <w:rsid w:val="0071576D"/>
    <w:rsid w:val="00727ECB"/>
    <w:rsid w:val="0073013E"/>
    <w:rsid w:val="007313BE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D348C"/>
    <w:rsid w:val="007D51FC"/>
    <w:rsid w:val="007E7634"/>
    <w:rsid w:val="007F5163"/>
    <w:rsid w:val="0080534A"/>
    <w:rsid w:val="008152A5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859F6"/>
    <w:rsid w:val="00895250"/>
    <w:rsid w:val="008B03E6"/>
    <w:rsid w:val="008C46BB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C7F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0786"/>
    <w:rsid w:val="00A14E83"/>
    <w:rsid w:val="00A23AAB"/>
    <w:rsid w:val="00A36765"/>
    <w:rsid w:val="00A60378"/>
    <w:rsid w:val="00A72158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6144A"/>
    <w:rsid w:val="00B8338C"/>
    <w:rsid w:val="00B87B03"/>
    <w:rsid w:val="00B91E01"/>
    <w:rsid w:val="00B95429"/>
    <w:rsid w:val="00B973E3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756"/>
    <w:rsid w:val="00CC0951"/>
    <w:rsid w:val="00CC1A82"/>
    <w:rsid w:val="00CC51CB"/>
    <w:rsid w:val="00CC6A37"/>
    <w:rsid w:val="00CE6B13"/>
    <w:rsid w:val="00CF6289"/>
    <w:rsid w:val="00CF7E2C"/>
    <w:rsid w:val="00D046D6"/>
    <w:rsid w:val="00D12461"/>
    <w:rsid w:val="00D313E8"/>
    <w:rsid w:val="00D32634"/>
    <w:rsid w:val="00D3342E"/>
    <w:rsid w:val="00D36875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3E4B"/>
    <w:rsid w:val="00ED6F44"/>
    <w:rsid w:val="00ED789D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  <w:style w:type="paragraph" w:styleId="Textkrper">
    <w:name w:val="Body Text"/>
    <w:basedOn w:val="Standard"/>
    <w:link w:val="TextkrperZchn"/>
    <w:semiHidden/>
    <w:unhideWhenUsed/>
    <w:rsid w:val="008859F6"/>
    <w:pPr>
      <w:spacing w:after="0" w:line="280" w:lineRule="atLeast"/>
      <w:jc w:val="both"/>
    </w:pPr>
    <w:rPr>
      <w:rFonts w:ascii="Helvetica" w:eastAsia="Times" w:hAnsi="Helvetica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8859F6"/>
    <w:rPr>
      <w:rFonts w:ascii="Helvetica" w:eastAsia="Times" w:hAnsi="Helvetica" w:cs="Times New Roman"/>
      <w:sz w:val="20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859F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85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E4D5-02B6-4F0B-B259-C1B16103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8</cp:revision>
  <cp:lastPrinted>2019-09-05T12:42:00Z</cp:lastPrinted>
  <dcterms:created xsi:type="dcterms:W3CDTF">2020-02-04T14:11:00Z</dcterms:created>
  <dcterms:modified xsi:type="dcterms:W3CDTF">2020-02-05T13:34:00Z</dcterms:modified>
</cp:coreProperties>
</file>